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AC6" w:rsidRDefault="00CF6712" w:rsidP="00E23154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  <w:lang w:eastAsia="zh-HK"/>
        </w:rPr>
      </w:pPr>
      <w:r w:rsidRPr="00CF6712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長庚學校財團法人長庚科技大學</w:t>
      </w:r>
      <w:r w:rsidR="00385623">
        <w:rPr>
          <w:rFonts w:ascii="標楷體" w:eastAsia="標楷體" w:hAnsi="標楷體"/>
          <w:b/>
          <w:bCs/>
          <w:sz w:val="36"/>
          <w:szCs w:val="56"/>
          <w:lang w:eastAsia="zh-HK"/>
        </w:rPr>
        <w:t>OOOOOOOOOO</w:t>
      </w:r>
      <w:r w:rsidR="00385623" w:rsidRPr="00CF6712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 xml:space="preserve"> </w:t>
      </w:r>
      <w:r w:rsidR="00385623">
        <w:rPr>
          <w:rFonts w:ascii="標楷體" w:eastAsia="標楷體" w:hAnsi="標楷體" w:hint="eastAsia"/>
          <w:b/>
          <w:bCs/>
          <w:sz w:val="36"/>
          <w:szCs w:val="56"/>
        </w:rPr>
        <w:t>X</w:t>
      </w:r>
      <w:r w:rsidR="00385623">
        <w:rPr>
          <w:rFonts w:ascii="標楷體" w:eastAsia="標楷體" w:hAnsi="標楷體"/>
          <w:b/>
          <w:bCs/>
          <w:sz w:val="36"/>
          <w:szCs w:val="56"/>
        </w:rPr>
        <w:t>X</w:t>
      </w:r>
      <w:r w:rsidRPr="00CF6712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日行</w:t>
      </w:r>
    </w:p>
    <w:p w:rsidR="00067295" w:rsidRPr="00CC1B63" w:rsidRDefault="00972B1E" w:rsidP="00E23154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</w:rPr>
      </w:pPr>
      <w:r>
        <w:rPr>
          <w:rFonts w:ascii="標楷體" w:eastAsia="標楷體" w:hAnsi="標楷體" w:hint="eastAsia"/>
          <w:b/>
          <w:bCs/>
          <w:sz w:val="36"/>
          <w:szCs w:val="56"/>
        </w:rPr>
        <w:t>見習</w:t>
      </w:r>
      <w:r w:rsidR="00662B65" w:rsidRPr="00CC1B63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參訪</w:t>
      </w:r>
      <w:r w:rsidR="007C1CC6" w:rsidRPr="007C1CC6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行</w:t>
      </w:r>
      <w:r w:rsidR="00E23154" w:rsidRPr="00CC1B63">
        <w:rPr>
          <w:rFonts w:ascii="標楷體" w:eastAsia="標楷體" w:hAnsi="標楷體" w:hint="eastAsia"/>
          <w:b/>
          <w:bCs/>
          <w:sz w:val="36"/>
          <w:szCs w:val="56"/>
        </w:rPr>
        <w:t>程表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74"/>
        <w:gridCol w:w="7800"/>
      </w:tblGrid>
      <w:tr w:rsidR="00383ACB" w:rsidRPr="00AD363C" w:rsidTr="0056702A">
        <w:trPr>
          <w:trHeight w:val="341"/>
          <w:jc w:val="center"/>
        </w:trPr>
        <w:tc>
          <w:tcPr>
            <w:tcW w:w="248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3ACB" w:rsidRPr="00345634" w:rsidRDefault="00383ACB" w:rsidP="00DE59A4">
            <w:pPr>
              <w:adjustRightInd w:val="0"/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日　期</w:t>
            </w:r>
          </w:p>
        </w:tc>
        <w:tc>
          <w:tcPr>
            <w:tcW w:w="81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83ACB" w:rsidRPr="00345634" w:rsidRDefault="00383ACB" w:rsidP="00184D6A">
            <w:pPr>
              <w:adjustRightInd w:val="0"/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行</w:t>
            </w:r>
            <w:r w:rsidR="00284DE5"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　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程</w:t>
            </w:r>
            <w:r w:rsidR="00284DE5"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　</w:t>
            </w:r>
            <w:r w:rsidR="00284DE5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內</w:t>
            </w:r>
            <w:r w:rsidR="00284DE5"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　</w:t>
            </w:r>
            <w:r w:rsidR="00284DE5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容</w:t>
            </w:r>
          </w:p>
        </w:tc>
      </w:tr>
      <w:tr w:rsidR="00383ACB" w:rsidRPr="00AD363C" w:rsidTr="0056702A">
        <w:trPr>
          <w:cantSplit/>
          <w:trHeight w:val="1895"/>
          <w:jc w:val="center"/>
        </w:trPr>
        <w:tc>
          <w:tcPr>
            <w:tcW w:w="2484" w:type="dxa"/>
            <w:tcBorders>
              <w:top w:val="single" w:sz="6" w:space="0" w:color="000000"/>
            </w:tcBorders>
            <w:vAlign w:val="center"/>
          </w:tcPr>
          <w:p w:rsidR="00385623" w:rsidRDefault="00385623" w:rsidP="0082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第一天</w:t>
            </w:r>
          </w:p>
          <w:p w:rsidR="00383ACB" w:rsidRPr="00345634" w:rsidRDefault="00385623" w:rsidP="0082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日期：</w:t>
            </w:r>
            <w:r w:rsidR="00D20AD6"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</w:p>
          <w:p w:rsidR="00891095" w:rsidRPr="00345634" w:rsidRDefault="00385623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A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A</w:t>
            </w:r>
            <w:r w:rsidR="00D20AD6"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國</w:t>
            </w:r>
            <w:r w:rsidR="00891095"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</w:t>
            </w:r>
            <w:r w:rsidR="00D20AD6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B</w:t>
            </w:r>
            <w:r w:rsidR="00D20AD6">
              <w:rPr>
                <w:rFonts w:ascii="標楷體" w:eastAsia="標楷體" w:hAnsi="標楷體" w:cs="Arial Unicode MS"/>
                <w:b/>
                <w:sz w:val="28"/>
                <w:szCs w:val="28"/>
              </w:rPr>
              <w:t>B國</w:t>
            </w:r>
          </w:p>
        </w:tc>
        <w:tc>
          <w:tcPr>
            <w:tcW w:w="8151" w:type="dxa"/>
            <w:tcBorders>
              <w:top w:val="single" w:sz="6" w:space="0" w:color="000000"/>
            </w:tcBorders>
            <w:vAlign w:val="center"/>
          </w:tcPr>
          <w:p w:rsidR="0051318E" w:rsidRDefault="00E23154" w:rsidP="005A7A2F">
            <w:pPr>
              <w:pStyle w:val="a3"/>
              <w:adjustRightInd w:val="0"/>
              <w:spacing w:line="240" w:lineRule="atLeast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出發</w:t>
            </w:r>
            <w:r w:rsidR="00891095"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機場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：</w:t>
            </w:r>
            <w:r w:rsidR="00385623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</w:t>
            </w:r>
            <w:r w:rsidR="00385623"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                   </w:t>
            </w:r>
          </w:p>
          <w:p w:rsidR="00CC1B63" w:rsidRPr="004C1AAC" w:rsidRDefault="00E23154" w:rsidP="005A7A2F">
            <w:pPr>
              <w:pStyle w:val="a3"/>
              <w:adjustRightInd w:val="0"/>
              <w:spacing w:line="240" w:lineRule="atLeast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</w:t>
            </w:r>
            <w:r w:rsidR="00891095"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機場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：</w:t>
            </w:r>
            <w:r w:rsidR="00385623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</w:t>
            </w:r>
            <w:r w:rsidR="00385623"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                   </w:t>
            </w:r>
          </w:p>
          <w:p w:rsidR="00820690" w:rsidRDefault="00891095" w:rsidP="004C1359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出發時間</w:t>
            </w:r>
            <w:r w:rsidR="0005291E"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：</w:t>
            </w:r>
            <w:r w:rsidR="00385623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          </w:t>
            </w:r>
            <w:r w:rsidR="00E1594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(臺灣時間)</w:t>
            </w:r>
            <w:r w:rsidR="005A7A2F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；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交通工具：</w:t>
            </w:r>
            <w:r w:rsidR="0038562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="00385623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     </w:t>
            </w:r>
          </w:p>
          <w:p w:rsidR="00E15943" w:rsidRPr="00F67263" w:rsidRDefault="00E15943" w:rsidP="00385623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E1594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抵達時間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：</w:t>
            </w:r>
            <w:r w:rsidR="00385623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          </w:t>
            </w:r>
            <w:r w:rsidRPr="00E1594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(美國時間)</w:t>
            </w:r>
          </w:p>
        </w:tc>
      </w:tr>
      <w:tr w:rsidR="00D20AD6" w:rsidRPr="00AD363C" w:rsidTr="0056702A">
        <w:trPr>
          <w:cantSplit/>
          <w:trHeight w:val="1402"/>
          <w:jc w:val="center"/>
        </w:trPr>
        <w:tc>
          <w:tcPr>
            <w:tcW w:w="2484" w:type="dxa"/>
            <w:shd w:val="clear" w:color="auto" w:fill="D9D9D9"/>
            <w:vAlign w:val="center"/>
          </w:tcPr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    天</w:t>
            </w:r>
          </w:p>
          <w:p w:rsidR="00D20AD6" w:rsidRDefault="00D20AD6" w:rsidP="0082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至</w:t>
            </w:r>
          </w:p>
          <w:p w:rsidR="00D20AD6" w:rsidRPr="00D20AD6" w:rsidRDefault="00D20AD6" w:rsidP="0082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第   天</w:t>
            </w:r>
          </w:p>
          <w:p w:rsidR="005E1B64" w:rsidRPr="00345634" w:rsidRDefault="00D20AD6" w:rsidP="0082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  <w:r w:rsidR="005E1B6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</w:p>
          <w:p w:rsidR="00CC1B63" w:rsidRPr="00345634" w:rsidRDefault="00D20AD6" w:rsidP="0082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B</w:t>
            </w:r>
            <w:r>
              <w:rPr>
                <w:rFonts w:ascii="標楷體" w:eastAsia="標楷體" w:hAnsi="標楷體" w:cs="Arial Unicode MS"/>
                <w:b/>
                <w:sz w:val="28"/>
                <w:szCs w:val="28"/>
              </w:rPr>
              <w:t>B國</w:t>
            </w:r>
          </w:p>
        </w:tc>
        <w:tc>
          <w:tcPr>
            <w:tcW w:w="8151" w:type="dxa"/>
            <w:shd w:val="clear" w:color="auto" w:fill="D9D9D9"/>
            <w:vAlign w:val="center"/>
          </w:tcPr>
          <w:p w:rsidR="006929B0" w:rsidRPr="00D20AD6" w:rsidRDefault="006929B0" w:rsidP="00284DE5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8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全日行程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: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自理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；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住宿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:</w:t>
            </w:r>
            <w:r w:rsidR="00D20AD6" w:rsidRPr="00D20AD6">
              <w:rPr>
                <w:rFonts w:ascii="標楷體" w:eastAsia="標楷體" w:hAnsi="標楷體" w:cs="Arial Unicode MS" w:hint="eastAsia"/>
                <w:sz w:val="28"/>
              </w:rPr>
              <w:t>000000000000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(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自理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)</w:t>
            </w:r>
          </w:p>
          <w:p w:rsidR="00CC1B63" w:rsidRPr="00345634" w:rsidRDefault="00D20AD6" w:rsidP="00284DE5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行程：</w:t>
            </w:r>
          </w:p>
        </w:tc>
      </w:tr>
      <w:tr w:rsidR="00891095" w:rsidRPr="00AD363C" w:rsidTr="005F6C18">
        <w:trPr>
          <w:cantSplit/>
          <w:trHeight w:val="2193"/>
          <w:jc w:val="center"/>
        </w:trPr>
        <w:tc>
          <w:tcPr>
            <w:tcW w:w="2484" w:type="dxa"/>
            <w:vAlign w:val="center"/>
          </w:tcPr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    天</w:t>
            </w:r>
          </w:p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至</w:t>
            </w:r>
          </w:p>
          <w:p w:rsidR="00D20AD6" w:rsidRP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第   天</w:t>
            </w:r>
          </w:p>
          <w:p w:rsidR="00D20AD6" w:rsidRPr="00345634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</w:p>
          <w:p w:rsidR="0056702A" w:rsidRPr="00345634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B</w:t>
            </w:r>
            <w:r>
              <w:rPr>
                <w:rFonts w:ascii="標楷體" w:eastAsia="標楷體" w:hAnsi="標楷體" w:cs="Arial Unicode MS"/>
                <w:b/>
                <w:sz w:val="28"/>
                <w:szCs w:val="28"/>
              </w:rPr>
              <w:t>B國</w:t>
            </w:r>
          </w:p>
        </w:tc>
        <w:tc>
          <w:tcPr>
            <w:tcW w:w="8151" w:type="dxa"/>
            <w:vAlign w:val="center"/>
          </w:tcPr>
          <w:p w:rsidR="00D20AD6" w:rsidRPr="00D20AD6" w:rsidRDefault="00D20AD6" w:rsidP="00D20AD6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8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全日行程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: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自理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；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住宿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:000000000000(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自理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)</w:t>
            </w:r>
          </w:p>
          <w:p w:rsidR="00E45AF1" w:rsidRPr="005F6C18" w:rsidRDefault="00D20AD6" w:rsidP="00D20AD6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行程：</w:t>
            </w:r>
          </w:p>
        </w:tc>
      </w:tr>
      <w:tr w:rsidR="00D20AD6" w:rsidRPr="00345634" w:rsidTr="00A24DF4">
        <w:trPr>
          <w:cantSplit/>
          <w:trHeight w:val="1402"/>
          <w:jc w:val="center"/>
        </w:trPr>
        <w:tc>
          <w:tcPr>
            <w:tcW w:w="2484" w:type="dxa"/>
            <w:shd w:val="clear" w:color="auto" w:fill="D9D9D9"/>
            <w:vAlign w:val="center"/>
          </w:tcPr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 xml:space="preserve">   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天</w:t>
            </w:r>
          </w:p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至</w:t>
            </w:r>
          </w:p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 xml:space="preserve">    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天</w:t>
            </w:r>
          </w:p>
          <w:p w:rsidR="00D20AD6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月/日</w:t>
            </w:r>
          </w:p>
          <w:p w:rsidR="004C602B" w:rsidRPr="00345634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B</w:t>
            </w:r>
            <w:r>
              <w:rPr>
                <w:rFonts w:ascii="標楷體" w:eastAsia="標楷體" w:hAnsi="標楷體" w:cs="Arial Unicode MS"/>
                <w:b/>
                <w:sz w:val="28"/>
                <w:szCs w:val="28"/>
              </w:rPr>
              <w:t>B國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-桃園</w:t>
            </w:r>
          </w:p>
        </w:tc>
        <w:tc>
          <w:tcPr>
            <w:tcW w:w="8151" w:type="dxa"/>
            <w:shd w:val="clear" w:color="auto" w:fill="D9D9D9"/>
            <w:vAlign w:val="center"/>
          </w:tcPr>
          <w:p w:rsidR="00D20AD6" w:rsidRDefault="005F6C18" w:rsidP="005F6C18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出發機場：</w:t>
            </w:r>
            <w:r w:rsidR="00D20AD6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</w:t>
            </w:r>
            <w:r w:rsidR="00D20AD6"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                   </w:t>
            </w:r>
          </w:p>
          <w:p w:rsidR="005F6C18" w:rsidRPr="004C1AAC" w:rsidRDefault="005F6C18" w:rsidP="005F6C18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抵達機場：</w:t>
            </w:r>
            <w:r w:rsidR="00D20AD6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</w:t>
            </w:r>
            <w:r w:rsidR="00D20AD6"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                   </w:t>
            </w:r>
          </w:p>
          <w:p w:rsidR="004C602B" w:rsidRDefault="005F6C18" w:rsidP="005F6C18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出發時間：</w:t>
            </w:r>
            <w:r w:rsidR="00D20AD6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          </w:t>
            </w:r>
            <w:r w:rsidR="00D20AD6"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美國時間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)</w:t>
            </w:r>
            <w:r w:rsidRPr="00345634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</w:rPr>
              <w:t xml:space="preserve"> 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交通工具：</w:t>
            </w:r>
            <w:r w:rsidR="00D20AD6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="00D20AD6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     </w:t>
            </w:r>
          </w:p>
          <w:p w:rsidR="00502866" w:rsidRPr="00D20AD6" w:rsidRDefault="005F6C18" w:rsidP="005F6C18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5F6C18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抵達時間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：</w:t>
            </w:r>
            <w:r w:rsidR="00D20AD6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          </w:t>
            </w:r>
            <w:r w:rsidR="00D20AD6" w:rsidRPr="005F6C18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Pr="005F6C18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(臺灣時間)</w:t>
            </w:r>
          </w:p>
        </w:tc>
      </w:tr>
    </w:tbl>
    <w:p w:rsidR="00E45AF1" w:rsidRDefault="002B6BF5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2B6BF5">
        <w:rPr>
          <w:rFonts w:ascii="標楷體" w:eastAsia="標楷體" w:hAnsi="標楷體" w:hint="eastAsia"/>
          <w:b/>
          <w:noProof/>
          <w:sz w:val="28"/>
          <w:szCs w:val="28"/>
        </w:rPr>
        <w:t>費用包含：</w:t>
      </w:r>
      <w:r w:rsidRPr="002B6BF5">
        <w:rPr>
          <w:rFonts w:ascii="標楷體" w:eastAsia="標楷體" w:hAnsi="標楷體" w:hint="eastAsia"/>
          <w:noProof/>
          <w:sz w:val="28"/>
          <w:szCs w:val="28"/>
        </w:rPr>
        <w:t>經濟艙來回機票、</w:t>
      </w:r>
      <w:r w:rsidRPr="002B6BF5">
        <w:rPr>
          <w:rFonts w:ascii="標楷體" w:eastAsia="標楷體" w:hAnsi="標楷體" w:hint="eastAsia"/>
          <w:sz w:val="28"/>
          <w:szCs w:val="28"/>
        </w:rPr>
        <w:t>機場稅、兵險、燃油稅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2B6BF5">
        <w:rPr>
          <w:rFonts w:ascii="標楷體" w:eastAsia="標楷體" w:hAnsi="標楷體" w:hint="eastAsia"/>
          <w:sz w:val="28"/>
          <w:szCs w:val="28"/>
        </w:rPr>
        <w:t>本企劃所需之所有費用等</w:t>
      </w:r>
      <w:r>
        <w:rPr>
          <w:rFonts w:ascii="標楷體" w:eastAsia="標楷體" w:hAnsi="標楷體" w:hint="eastAsia"/>
          <w:sz w:val="28"/>
          <w:szCs w:val="28"/>
        </w:rPr>
        <w:t>(預算金額每人臺幣</w:t>
      </w:r>
      <w:r w:rsidR="00D20AD6" w:rsidRPr="00D20AD6">
        <w:rPr>
          <w:rFonts w:ascii="標楷體" w:eastAsia="標楷體" w:hAnsi="標楷體" w:hint="eastAsia"/>
          <w:sz w:val="28"/>
          <w:szCs w:val="28"/>
          <w:u w:val="single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</w:rPr>
        <w:t>元)</w:t>
      </w:r>
      <w:r w:rsidRPr="002B6BF5">
        <w:rPr>
          <w:rFonts w:ascii="標楷體" w:eastAsia="標楷體" w:hAnsi="標楷體" w:hint="eastAsia"/>
          <w:sz w:val="28"/>
          <w:szCs w:val="28"/>
        </w:rPr>
        <w:t>。</w:t>
      </w: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Default="00D20AD6" w:rsidP="00184D6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20AD6" w:rsidRPr="00D20AD6" w:rsidRDefault="00D20AD6" w:rsidP="00D20AD6">
      <w:pPr>
        <w:spacing w:line="400" w:lineRule="exact"/>
        <w:jc w:val="center"/>
        <w:rPr>
          <w:rFonts w:ascii="標楷體" w:eastAsia="標楷體" w:hAnsi="標楷體"/>
          <w:b/>
          <w:color w:val="FF0000"/>
          <w:sz w:val="32"/>
          <w:szCs w:val="28"/>
        </w:rPr>
      </w:pPr>
      <w:r w:rsidRPr="00D20AD6">
        <w:rPr>
          <w:rFonts w:ascii="標楷體" w:eastAsia="標楷體" w:hAnsi="標楷體"/>
          <w:b/>
          <w:color w:val="FF0000"/>
          <w:sz w:val="32"/>
          <w:szCs w:val="28"/>
        </w:rPr>
        <w:lastRenderedPageBreak/>
        <w:t>範例</w:t>
      </w:r>
      <w:r w:rsidR="00320AD9">
        <w:rPr>
          <w:rFonts w:ascii="標楷體" w:eastAsia="標楷體" w:hAnsi="標楷體" w:hint="eastAsia"/>
          <w:b/>
          <w:color w:val="FF0000"/>
          <w:sz w:val="32"/>
          <w:szCs w:val="28"/>
        </w:rPr>
        <w:t>一</w:t>
      </w:r>
    </w:p>
    <w:p w:rsidR="00D20AD6" w:rsidRDefault="00D20AD6" w:rsidP="00D20AD6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</w:rPr>
      </w:pPr>
      <w:r w:rsidRPr="00006E1C">
        <w:rPr>
          <w:rFonts w:ascii="標楷體" w:eastAsia="標楷體" w:hAnsi="標楷體" w:hint="eastAsia"/>
          <w:b/>
          <w:bCs/>
          <w:sz w:val="36"/>
          <w:szCs w:val="56"/>
        </w:rPr>
        <w:t>長庚學校財團法人長庚科技大學幼保系密西根州立大學行</w:t>
      </w:r>
    </w:p>
    <w:p w:rsidR="00D20AD6" w:rsidRPr="00CC1B63" w:rsidRDefault="00D20AD6" w:rsidP="00D20AD6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</w:rPr>
      </w:pPr>
      <w:r w:rsidRPr="00CC1B63">
        <w:rPr>
          <w:rFonts w:ascii="標楷體" w:eastAsia="標楷體" w:hAnsi="標楷體" w:hint="eastAsia"/>
          <w:b/>
          <w:bCs/>
          <w:sz w:val="36"/>
          <w:szCs w:val="56"/>
        </w:rPr>
        <w:t>見習</w:t>
      </w:r>
      <w:r w:rsidRPr="00CC1B63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參訪</w:t>
      </w:r>
      <w:r w:rsidRPr="007C1CC6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行</w:t>
      </w:r>
      <w:r w:rsidRPr="00CC1B63">
        <w:rPr>
          <w:rFonts w:ascii="標楷體" w:eastAsia="標楷體" w:hAnsi="標楷體" w:hint="eastAsia"/>
          <w:b/>
          <w:bCs/>
          <w:sz w:val="36"/>
          <w:szCs w:val="56"/>
        </w:rPr>
        <w:t>程表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18"/>
        <w:gridCol w:w="8456"/>
      </w:tblGrid>
      <w:tr w:rsidR="00D20AD6" w:rsidRPr="00AD363C" w:rsidTr="005E593E">
        <w:trPr>
          <w:trHeight w:val="341"/>
          <w:jc w:val="center"/>
        </w:trPr>
        <w:tc>
          <w:tcPr>
            <w:tcW w:w="177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0AD6" w:rsidRPr="00345634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日　期</w:t>
            </w:r>
          </w:p>
        </w:tc>
        <w:tc>
          <w:tcPr>
            <w:tcW w:w="885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20AD6" w:rsidRPr="00345634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行　程　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內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容</w:t>
            </w:r>
          </w:p>
        </w:tc>
      </w:tr>
      <w:tr w:rsidR="00D20AD6" w:rsidRPr="00AD363C" w:rsidTr="005E593E">
        <w:trPr>
          <w:cantSplit/>
          <w:trHeight w:val="1895"/>
          <w:jc w:val="center"/>
        </w:trPr>
        <w:tc>
          <w:tcPr>
            <w:tcW w:w="1776" w:type="dxa"/>
            <w:tcBorders>
              <w:top w:val="single" w:sz="6" w:space="0" w:color="000000"/>
            </w:tcBorders>
            <w:vAlign w:val="center"/>
          </w:tcPr>
          <w:p w:rsidR="00D20AD6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第一天</w:t>
            </w:r>
          </w:p>
          <w:p w:rsidR="00D20AD6" w:rsidRPr="00345634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8/8</w:t>
            </w:r>
          </w:p>
          <w:p w:rsidR="00D20AD6" w:rsidRPr="00345634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桃園-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LAN</w:t>
            </w:r>
          </w:p>
        </w:tc>
        <w:tc>
          <w:tcPr>
            <w:tcW w:w="8859" w:type="dxa"/>
            <w:tcBorders>
              <w:top w:val="single" w:sz="6" w:space="0" w:color="000000"/>
            </w:tcBorders>
            <w:vAlign w:val="center"/>
          </w:tcPr>
          <w:p w:rsidR="00D20AD6" w:rsidRPr="004C1AAC" w:rsidRDefault="00D20AD6" w:rsidP="005E593E">
            <w:pPr>
              <w:pStyle w:val="a3"/>
              <w:adjustRightInd w:val="0"/>
              <w:spacing w:line="240" w:lineRule="atLeast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出發機場：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桃園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國際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機場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(TPE)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 xml:space="preserve"> ；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抵達機場：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美國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LANSING CAPITAL(LAN)</w:t>
            </w:r>
          </w:p>
          <w:p w:rsidR="00D20AD6" w:rsidRDefault="00D20AD6" w:rsidP="005E593E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出發時間：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7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00~10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00(臺灣時間)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；</w:t>
            </w:r>
          </w:p>
          <w:p w:rsidR="00D20AD6" w:rsidRPr="00F67263" w:rsidRDefault="00D20AD6" w:rsidP="005E593E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抵達時間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21:00-24:00(美國時間8/8)；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交通工具：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噴射客機</w:t>
            </w:r>
          </w:p>
        </w:tc>
      </w:tr>
      <w:tr w:rsidR="00D20AD6" w:rsidRPr="00AD363C" w:rsidTr="005E593E">
        <w:trPr>
          <w:cantSplit/>
          <w:trHeight w:val="1402"/>
          <w:jc w:val="center"/>
        </w:trPr>
        <w:tc>
          <w:tcPr>
            <w:tcW w:w="1776" w:type="dxa"/>
            <w:shd w:val="clear" w:color="auto" w:fill="D9D9D9"/>
            <w:vAlign w:val="center"/>
          </w:tcPr>
          <w:p w:rsidR="00D20AD6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第二天</w:t>
            </w:r>
          </w:p>
          <w:p w:rsidR="00D20AD6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至</w:t>
            </w:r>
          </w:p>
          <w:p w:rsidR="00D20AD6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第三十天</w:t>
            </w:r>
          </w:p>
          <w:p w:rsidR="00D20AD6" w:rsidRPr="00345634" w:rsidRDefault="00D20AD6" w:rsidP="00D20A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8/9-9/6</w:t>
            </w:r>
          </w:p>
        </w:tc>
        <w:tc>
          <w:tcPr>
            <w:tcW w:w="8859" w:type="dxa"/>
            <w:shd w:val="clear" w:color="auto" w:fill="D9D9D9"/>
            <w:vAlign w:val="center"/>
          </w:tcPr>
          <w:p w:rsidR="00D20AD6" w:rsidRPr="00345634" w:rsidRDefault="00D20AD6" w:rsidP="005E593E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284DE5">
              <w:rPr>
                <w:rFonts w:ascii="標楷體" w:eastAsia="標楷體" w:hAnsi="標楷體" w:cs="Arial Unicode MS" w:hint="eastAsia"/>
                <w:sz w:val="28"/>
                <w:lang w:val="zh-TW"/>
              </w:rPr>
              <w:t>參與</w:t>
            </w: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密西根</w:t>
            </w:r>
            <w:r w:rsidRPr="00284DE5">
              <w:rPr>
                <w:rFonts w:ascii="標楷體" w:eastAsia="標楷體" w:hAnsi="標楷體" w:cs="Arial Unicode MS" w:hint="eastAsia"/>
                <w:sz w:val="28"/>
                <w:lang w:val="zh-TW"/>
              </w:rPr>
              <w:t>州立大學課程、實務參訪、服務學習、人文交流與體驗等。</w:t>
            </w:r>
          </w:p>
        </w:tc>
      </w:tr>
      <w:tr w:rsidR="00D20AD6" w:rsidRPr="00AD363C" w:rsidTr="005E593E">
        <w:trPr>
          <w:cantSplit/>
          <w:trHeight w:val="1835"/>
          <w:jc w:val="center"/>
        </w:trPr>
        <w:tc>
          <w:tcPr>
            <w:tcW w:w="1776" w:type="dxa"/>
            <w:vAlign w:val="center"/>
          </w:tcPr>
          <w:p w:rsidR="00D20AD6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第三十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一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天~第三十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二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天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9/7-9/8</w:t>
            </w:r>
          </w:p>
          <w:p w:rsidR="00D20AD6" w:rsidRPr="00345634" w:rsidRDefault="00D20AD6" w:rsidP="005E593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LAN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-桃園</w:t>
            </w:r>
          </w:p>
        </w:tc>
        <w:tc>
          <w:tcPr>
            <w:tcW w:w="8859" w:type="dxa"/>
            <w:vAlign w:val="center"/>
          </w:tcPr>
          <w:p w:rsidR="00D20AD6" w:rsidRPr="004C1AAC" w:rsidRDefault="00D20AD6" w:rsidP="005E593E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出發機場：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美國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LANSING CAPITAL(LAN)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 xml:space="preserve"> 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抵達機場：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桃園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國際</w:t>
            </w: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機場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(TPE)</w:t>
            </w:r>
          </w:p>
          <w:p w:rsidR="00D20AD6" w:rsidRPr="004C1AAC" w:rsidRDefault="00D20AD6" w:rsidP="005E593E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出發時間：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6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0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0~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12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：</w:t>
            </w:r>
            <w:r w:rsidRPr="00C52135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00(</w:t>
            </w:r>
            <w:r w:rsidRPr="00C52135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美國時間</w:t>
            </w:r>
            <w:r w:rsidRPr="00C52135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)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；抵達時間:18:00-22:00</w:t>
            </w:r>
            <w:r w:rsidRPr="00C52135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臺灣時間9/8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)</w:t>
            </w:r>
            <w:r w:rsidRPr="00345634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；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交通工具：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噴射客機</w:t>
            </w:r>
          </w:p>
        </w:tc>
      </w:tr>
    </w:tbl>
    <w:p w:rsidR="00320AD9" w:rsidRDefault="00D20AD6" w:rsidP="00D20AD6">
      <w:pPr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2B6BF5">
        <w:rPr>
          <w:rFonts w:ascii="標楷體" w:eastAsia="標楷體" w:hAnsi="標楷體" w:hint="eastAsia"/>
          <w:b/>
          <w:noProof/>
          <w:sz w:val="28"/>
          <w:szCs w:val="28"/>
        </w:rPr>
        <w:t>費用包含：</w:t>
      </w:r>
      <w:r w:rsidRPr="002B6BF5">
        <w:rPr>
          <w:rFonts w:ascii="標楷體" w:eastAsia="標楷體" w:hAnsi="標楷體" w:hint="eastAsia"/>
          <w:noProof/>
          <w:sz w:val="28"/>
          <w:szCs w:val="28"/>
        </w:rPr>
        <w:t>經濟艙團體來回機票、</w:t>
      </w:r>
      <w:r w:rsidRPr="002B6BF5">
        <w:rPr>
          <w:rFonts w:ascii="標楷體" w:eastAsia="標楷體" w:hAnsi="標楷體" w:hint="eastAsia"/>
          <w:sz w:val="28"/>
          <w:szCs w:val="28"/>
        </w:rPr>
        <w:t>機場稅、兵險、燃油稅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2B6BF5">
        <w:rPr>
          <w:rFonts w:ascii="標楷體" w:eastAsia="標楷體" w:hAnsi="標楷體" w:hint="eastAsia"/>
          <w:sz w:val="28"/>
          <w:szCs w:val="28"/>
        </w:rPr>
        <w:t>本企劃所需之所有費用等</w:t>
      </w:r>
      <w:r>
        <w:rPr>
          <w:rFonts w:ascii="標楷體" w:eastAsia="標楷體" w:hAnsi="標楷體" w:hint="eastAsia"/>
          <w:sz w:val="28"/>
          <w:szCs w:val="28"/>
        </w:rPr>
        <w:t>(預算金額每人臺幣65,000元)</w:t>
      </w:r>
      <w:r w:rsidRPr="002B6BF5">
        <w:rPr>
          <w:rFonts w:ascii="標楷體" w:eastAsia="標楷體" w:hAnsi="標楷體" w:hint="eastAsia"/>
          <w:sz w:val="28"/>
          <w:szCs w:val="28"/>
        </w:rPr>
        <w:t>。</w:t>
      </w:r>
    </w:p>
    <w:p w:rsidR="00320AD9" w:rsidRDefault="00320AD9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D20AD6" w:rsidRDefault="00320AD9" w:rsidP="00D20AD6">
      <w:pPr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D20AD6">
        <w:rPr>
          <w:rFonts w:ascii="標楷體" w:eastAsia="標楷體" w:hAnsi="標楷體"/>
          <w:b/>
          <w:color w:val="FF0000"/>
          <w:sz w:val="32"/>
          <w:szCs w:val="28"/>
        </w:rPr>
        <w:lastRenderedPageBreak/>
        <w:t>範例</w:t>
      </w:r>
      <w:r>
        <w:rPr>
          <w:rFonts w:ascii="標楷體" w:eastAsia="標楷體" w:hAnsi="標楷體" w:hint="eastAsia"/>
          <w:b/>
          <w:color w:val="FF0000"/>
          <w:sz w:val="32"/>
          <w:szCs w:val="28"/>
        </w:rPr>
        <w:t>二</w:t>
      </w:r>
      <w:bookmarkStart w:id="0" w:name="_GoBack"/>
      <w:bookmarkEnd w:id="0"/>
    </w:p>
    <w:p w:rsidR="00320AD9" w:rsidRDefault="00320AD9" w:rsidP="00320AD9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  <w:lang w:eastAsia="zh-HK"/>
        </w:rPr>
      </w:pPr>
      <w:r w:rsidRPr="00CF6712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長庚學校財團法人長庚科技大學</w:t>
      </w:r>
      <w:r w:rsidRPr="00620977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學生</w:t>
      </w:r>
    </w:p>
    <w:p w:rsidR="00320AD9" w:rsidRDefault="00320AD9" w:rsidP="00320AD9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  <w:lang w:eastAsia="zh-HK"/>
        </w:rPr>
      </w:pPr>
      <w:r w:rsidRPr="00620977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至昆士蘭科技大學姐妹校新南向學海築夢學習計畫</w:t>
      </w:r>
      <w:r w:rsidRPr="00CF6712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 xml:space="preserve"> </w:t>
      </w:r>
      <w:r>
        <w:rPr>
          <w:rFonts w:ascii="標楷體" w:eastAsia="標楷體" w:hAnsi="標楷體" w:hint="eastAsia"/>
          <w:b/>
          <w:bCs/>
          <w:sz w:val="36"/>
          <w:szCs w:val="56"/>
        </w:rPr>
        <w:t>33</w:t>
      </w:r>
      <w:r w:rsidRPr="00CF6712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日行</w:t>
      </w:r>
    </w:p>
    <w:p w:rsidR="00320AD9" w:rsidRPr="00CC1B63" w:rsidRDefault="00320AD9" w:rsidP="00320AD9">
      <w:pPr>
        <w:widowControl/>
        <w:spacing w:line="240" w:lineRule="atLeast"/>
        <w:jc w:val="center"/>
        <w:rPr>
          <w:rFonts w:ascii="標楷體" w:eastAsia="標楷體" w:hAnsi="標楷體"/>
          <w:b/>
          <w:bCs/>
          <w:sz w:val="36"/>
          <w:szCs w:val="56"/>
        </w:rPr>
      </w:pPr>
      <w:r>
        <w:rPr>
          <w:rFonts w:ascii="標楷體" w:eastAsia="標楷體" w:hAnsi="標楷體" w:hint="eastAsia"/>
          <w:b/>
          <w:bCs/>
          <w:sz w:val="36"/>
          <w:szCs w:val="56"/>
        </w:rPr>
        <w:t>見習</w:t>
      </w:r>
      <w:r w:rsidRPr="00CC1B63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參訪</w:t>
      </w:r>
      <w:r w:rsidRPr="007C1CC6">
        <w:rPr>
          <w:rFonts w:ascii="標楷體" w:eastAsia="標楷體" w:hAnsi="標楷體" w:hint="eastAsia"/>
          <w:b/>
          <w:bCs/>
          <w:sz w:val="36"/>
          <w:szCs w:val="56"/>
          <w:lang w:eastAsia="zh-HK"/>
        </w:rPr>
        <w:t>行</w:t>
      </w:r>
      <w:r w:rsidRPr="00CC1B63">
        <w:rPr>
          <w:rFonts w:ascii="標楷體" w:eastAsia="標楷體" w:hAnsi="標楷體" w:hint="eastAsia"/>
          <w:b/>
          <w:bCs/>
          <w:sz w:val="36"/>
          <w:szCs w:val="56"/>
        </w:rPr>
        <w:t>程表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20"/>
        <w:gridCol w:w="7354"/>
      </w:tblGrid>
      <w:tr w:rsidR="00320AD9" w:rsidRPr="00AD363C" w:rsidTr="00627007">
        <w:trPr>
          <w:trHeight w:val="341"/>
          <w:jc w:val="center"/>
        </w:trPr>
        <w:tc>
          <w:tcPr>
            <w:tcW w:w="2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日　期</w:t>
            </w:r>
          </w:p>
        </w:tc>
        <w:tc>
          <w:tcPr>
            <w:tcW w:w="735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行　程　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內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容</w:t>
            </w:r>
          </w:p>
        </w:tc>
      </w:tr>
      <w:tr w:rsidR="00320AD9" w:rsidRPr="00AD363C" w:rsidTr="00627007">
        <w:trPr>
          <w:cantSplit/>
          <w:trHeight w:val="1895"/>
          <w:jc w:val="center"/>
        </w:trPr>
        <w:tc>
          <w:tcPr>
            <w:tcW w:w="2820" w:type="dxa"/>
            <w:tcBorders>
              <w:top w:val="single" w:sz="6" w:space="0" w:color="000000"/>
            </w:tcBorders>
            <w:vAlign w:val="center"/>
          </w:tcPr>
          <w:p w:rsidR="00320AD9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第一、二天</w:t>
            </w:r>
          </w:p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日期：7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24.25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日</w:t>
            </w:r>
          </w:p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台灣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澳洲</w:t>
            </w:r>
          </w:p>
        </w:tc>
        <w:tc>
          <w:tcPr>
            <w:tcW w:w="7354" w:type="dxa"/>
            <w:tcBorders>
              <w:top w:val="single" w:sz="6" w:space="0" w:color="000000"/>
            </w:tcBorders>
            <w:vAlign w:val="center"/>
          </w:tcPr>
          <w:p w:rsidR="00320AD9" w:rsidRDefault="00320AD9" w:rsidP="00627007">
            <w:pPr>
              <w:pStyle w:val="a3"/>
              <w:adjustRightInd w:val="0"/>
              <w:spacing w:line="240" w:lineRule="atLeast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出發機場：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桃園第二航廈</w:t>
            </w:r>
            <w:r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  </w:t>
            </w:r>
          </w:p>
          <w:p w:rsidR="00320AD9" w:rsidRPr="004C1AAC" w:rsidRDefault="00320AD9" w:rsidP="00627007">
            <w:pPr>
              <w:pStyle w:val="a3"/>
              <w:adjustRightInd w:val="0"/>
              <w:spacing w:line="240" w:lineRule="atLeast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抵達機場：</w:t>
            </w:r>
            <w:r w:rsidRPr="003F00A0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澳洲布里斯本機場</w:t>
            </w:r>
            <w:r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       </w:t>
            </w:r>
          </w:p>
          <w:p w:rsidR="00320AD9" w:rsidRDefault="00320AD9" w:rsidP="00627007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出發時間：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23:55 24/7/2023 (臺灣時間)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；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交通工具：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自備</w:t>
            </w:r>
          </w:p>
          <w:p w:rsidR="00320AD9" w:rsidRPr="00F67263" w:rsidRDefault="00320AD9" w:rsidP="00627007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E1594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抵達時間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：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10:45 25/7/2023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Pr="00E1594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澳洲</w:t>
            </w:r>
            <w:r w:rsidRPr="00E15943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時間)</w:t>
            </w:r>
          </w:p>
        </w:tc>
      </w:tr>
      <w:tr w:rsidR="00320AD9" w:rsidRPr="00AD363C" w:rsidTr="00627007">
        <w:trPr>
          <w:cantSplit/>
          <w:trHeight w:val="1402"/>
          <w:jc w:val="center"/>
        </w:trPr>
        <w:tc>
          <w:tcPr>
            <w:tcW w:w="2820" w:type="dxa"/>
            <w:shd w:val="clear" w:color="auto" w:fill="D9D9D9"/>
            <w:vAlign w:val="center"/>
          </w:tcPr>
          <w:p w:rsidR="00320AD9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第三天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至</w:t>
            </w:r>
          </w:p>
          <w:p w:rsidR="00320AD9" w:rsidRPr="00D20AD6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第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三十一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天</w:t>
            </w:r>
          </w:p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7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26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日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-8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23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日</w:t>
            </w:r>
          </w:p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62097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澳洲</w:t>
            </w:r>
          </w:p>
        </w:tc>
        <w:tc>
          <w:tcPr>
            <w:tcW w:w="7354" w:type="dxa"/>
            <w:shd w:val="clear" w:color="auto" w:fill="D9D9D9"/>
            <w:vAlign w:val="center"/>
          </w:tcPr>
          <w:p w:rsidR="00320AD9" w:rsidRDefault="00320AD9" w:rsidP="00627007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8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全日行程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:</w:t>
            </w:r>
            <w:r>
              <w:rPr>
                <w:rFonts w:ascii="標楷體" w:eastAsia="標楷體" w:hAnsi="標楷體" w:cs="Arial Unicode MS" w:hint="eastAsia"/>
                <w:sz w:val="28"/>
              </w:rPr>
              <w:t>安排課程、參訪與體驗多文化風俗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；</w:t>
            </w:r>
          </w:p>
          <w:p w:rsidR="00320AD9" w:rsidRPr="00D20AD6" w:rsidRDefault="00320AD9" w:rsidP="00627007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8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住宿</w:t>
            </w:r>
            <w:r w:rsidRPr="00D20AD6">
              <w:rPr>
                <w:rFonts w:ascii="標楷體" w:eastAsia="標楷體" w:hAnsi="標楷體" w:cs="Arial Unicode MS" w:hint="eastAsia"/>
                <w:sz w:val="28"/>
              </w:rPr>
              <w:t>:</w:t>
            </w:r>
            <w:r>
              <w:rPr>
                <w:rFonts w:ascii="標楷體" w:eastAsia="標楷體" w:hAnsi="標楷體" w:cs="Arial Unicode MS" w:hint="eastAsia"/>
                <w:sz w:val="28"/>
              </w:rPr>
              <w:t>SKY TOWER</w:t>
            </w:r>
          </w:p>
          <w:p w:rsidR="00320AD9" w:rsidRPr="00345634" w:rsidRDefault="00320AD9" w:rsidP="00627007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Arial Unicode MS" w:hint="eastAsia"/>
                <w:sz w:val="28"/>
                <w:lang w:val="zh-TW"/>
              </w:rPr>
              <w:t>行程：QUT健康學院及護理系安排課程與參訪</w:t>
            </w:r>
          </w:p>
        </w:tc>
      </w:tr>
      <w:tr w:rsidR="00320AD9" w:rsidRPr="00345634" w:rsidTr="00627007">
        <w:trPr>
          <w:cantSplit/>
          <w:trHeight w:val="1402"/>
          <w:jc w:val="center"/>
        </w:trPr>
        <w:tc>
          <w:tcPr>
            <w:tcW w:w="2820" w:type="dxa"/>
            <w:shd w:val="clear" w:color="auto" w:fill="D9D9D9"/>
            <w:vAlign w:val="center"/>
          </w:tcPr>
          <w:p w:rsidR="00320AD9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32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天</w:t>
            </w:r>
          </w:p>
          <w:p w:rsidR="00320AD9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至</w:t>
            </w:r>
          </w:p>
          <w:p w:rsidR="00320AD9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第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33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天</w:t>
            </w:r>
          </w:p>
          <w:p w:rsidR="00320AD9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8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24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日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-8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25</w:t>
            </w:r>
            <w:r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  <w:t>日</w:t>
            </w:r>
          </w:p>
          <w:p w:rsidR="00320AD9" w:rsidRPr="00345634" w:rsidRDefault="00320AD9" w:rsidP="0062700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napToGrid w:val="0"/>
                <w:kern w:val="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澳洲</w:t>
            </w:r>
            <w:r w:rsidRPr="00345634">
              <w:rPr>
                <w:rFonts w:ascii="標楷體" w:eastAsia="標楷體" w:hAnsi="標楷體" w:hint="eastAsia"/>
                <w:b/>
                <w:snapToGrid w:val="0"/>
                <w:kern w:val="0"/>
                <w:sz w:val="28"/>
                <w:szCs w:val="32"/>
              </w:rPr>
              <w:t>-桃園</w:t>
            </w:r>
          </w:p>
        </w:tc>
        <w:tc>
          <w:tcPr>
            <w:tcW w:w="7354" w:type="dxa"/>
            <w:shd w:val="clear" w:color="auto" w:fill="D9D9D9"/>
            <w:vAlign w:val="center"/>
          </w:tcPr>
          <w:p w:rsidR="00320AD9" w:rsidRDefault="00320AD9" w:rsidP="00627007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出發機場：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</w:t>
            </w:r>
            <w:r w:rsidRPr="00620977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澳洲布里斯本機場</w:t>
            </w:r>
            <w:r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    </w:t>
            </w:r>
          </w:p>
          <w:p w:rsidR="00320AD9" w:rsidRPr="004C1AAC" w:rsidRDefault="00320AD9" w:rsidP="00627007">
            <w:pPr>
              <w:pStyle w:val="a3"/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345634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抵達機場：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  <w:szCs w:val="26"/>
                <w:u w:val="single"/>
              </w:rPr>
              <w:t xml:space="preserve"> </w:t>
            </w:r>
            <w:r w:rsidRPr="00620977"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>桃園第二航廈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6"/>
                <w:u w:val="single"/>
              </w:rPr>
              <w:t xml:space="preserve">  </w:t>
            </w:r>
          </w:p>
          <w:p w:rsidR="00320AD9" w:rsidRDefault="00320AD9" w:rsidP="00627007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出發時間：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22:50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(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美國時間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)</w:t>
            </w:r>
            <w:r w:rsidRPr="00345634">
              <w:rPr>
                <w:rFonts w:ascii="標楷體" w:eastAsia="標楷體" w:hAnsi="標楷體"/>
                <w:snapToGrid w:val="0"/>
                <w:kern w:val="0"/>
                <w:sz w:val="28"/>
                <w:szCs w:val="26"/>
              </w:rPr>
              <w:t xml:space="preserve"> 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交通工具：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自備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</w:p>
          <w:p w:rsidR="00320AD9" w:rsidRPr="00D20AD6" w:rsidRDefault="00320AD9" w:rsidP="00627007">
            <w:pPr>
              <w:tabs>
                <w:tab w:val="left" w:pos="7125"/>
              </w:tabs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</w:pPr>
            <w:r w:rsidRPr="005F6C18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抵達時間</w:t>
            </w:r>
            <w:r w:rsidRPr="00345634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</w:rPr>
              <w:t>：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>05:45</w:t>
            </w:r>
            <w:r>
              <w:rPr>
                <w:rFonts w:ascii="標楷體" w:eastAsia="標楷體" w:hAnsi="標楷體"/>
                <w:snapToGrid w:val="0"/>
                <w:kern w:val="0"/>
                <w:sz w:val="28"/>
                <w:szCs w:val="2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</w:t>
            </w:r>
            <w:r w:rsidRPr="005F6C18">
              <w:rPr>
                <w:rFonts w:ascii="標楷體" w:eastAsia="標楷體" w:hAnsi="標楷體" w:hint="eastAsia"/>
                <w:snapToGrid w:val="0"/>
                <w:kern w:val="0"/>
                <w:sz w:val="28"/>
                <w:szCs w:val="26"/>
                <w:u w:val="single"/>
              </w:rPr>
              <w:t xml:space="preserve"> (臺灣時間)</w:t>
            </w:r>
          </w:p>
        </w:tc>
      </w:tr>
    </w:tbl>
    <w:p w:rsidR="00320AD9" w:rsidRPr="008B46A2" w:rsidRDefault="00320AD9" w:rsidP="00320AD9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2B6BF5">
        <w:rPr>
          <w:rFonts w:ascii="標楷體" w:eastAsia="標楷體" w:hAnsi="標楷體" w:hint="eastAsia"/>
          <w:b/>
          <w:noProof/>
          <w:sz w:val="28"/>
          <w:szCs w:val="28"/>
        </w:rPr>
        <w:t>費用包含：</w:t>
      </w:r>
      <w:r w:rsidRPr="008B46A2">
        <w:rPr>
          <w:rFonts w:ascii="標楷體" w:eastAsia="標楷體" w:hAnsi="標楷體" w:hint="eastAsia"/>
          <w:noProof/>
          <w:sz w:val="28"/>
          <w:szCs w:val="28"/>
        </w:rPr>
        <w:t>經濟艙來回機票、</w:t>
      </w:r>
      <w:r w:rsidRPr="008B46A2">
        <w:rPr>
          <w:rFonts w:ascii="標楷體" w:eastAsia="標楷體" w:hAnsi="標楷體" w:hint="eastAsia"/>
          <w:sz w:val="28"/>
          <w:szCs w:val="28"/>
        </w:rPr>
        <w:t>表列住宿3間公寓式</w:t>
      </w:r>
      <w:r w:rsidRPr="008B46A2">
        <w:rPr>
          <w:rFonts w:ascii="標楷體" w:eastAsia="標楷體" w:hAnsi="標楷體" w:cs="Courier New"/>
          <w:sz w:val="28"/>
          <w:szCs w:val="28"/>
        </w:rPr>
        <w:t>旅館</w:t>
      </w:r>
      <w:r w:rsidRPr="008B46A2">
        <w:rPr>
          <w:rFonts w:ascii="標楷體" w:eastAsia="標楷體" w:hAnsi="標楷體" w:hint="eastAsia"/>
          <w:sz w:val="28"/>
          <w:szCs w:val="28"/>
        </w:rPr>
        <w:t>（兩間雙人床</w:t>
      </w:r>
      <w:r w:rsidRPr="008B46A2">
        <w:rPr>
          <w:rFonts w:ascii="標楷體" w:eastAsia="標楷體" w:hAnsi="標楷體" w:cs="Arial" w:hint="eastAsia"/>
          <w:kern w:val="0"/>
          <w:sz w:val="28"/>
          <w:szCs w:val="28"/>
        </w:rPr>
        <w:t>臥室</w:t>
      </w:r>
      <w:r w:rsidRPr="008B46A2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、一客廳、一廚房、一衛浴</w:t>
      </w:r>
      <w:r w:rsidRPr="008B46A2">
        <w:rPr>
          <w:rFonts w:ascii="標楷體" w:eastAsia="標楷體" w:hAnsi="標楷體" w:cs="Courier New" w:hint="eastAsia"/>
          <w:sz w:val="28"/>
          <w:szCs w:val="28"/>
        </w:rPr>
        <w:t>）、</w:t>
      </w:r>
      <w:r w:rsidRPr="008B46A2">
        <w:rPr>
          <w:rFonts w:ascii="標楷體" w:eastAsia="標楷體" w:hAnsi="標楷體" w:hint="eastAsia"/>
          <w:sz w:val="28"/>
          <w:szCs w:val="28"/>
        </w:rPr>
        <w:t>機場稅、兵險、燃油稅、200萬旅行平安險+3萬元醫療險</w:t>
      </w:r>
    </w:p>
    <w:p w:rsidR="00320AD9" w:rsidRPr="00D20AD6" w:rsidRDefault="00320AD9" w:rsidP="00320AD9">
      <w:pPr>
        <w:spacing w:line="400" w:lineRule="exact"/>
        <w:jc w:val="center"/>
        <w:rPr>
          <w:rFonts w:hint="eastAsia"/>
          <w:b/>
          <w:sz w:val="28"/>
        </w:rPr>
      </w:pPr>
      <w:r w:rsidRPr="008B46A2">
        <w:rPr>
          <w:rFonts w:ascii="標楷體" w:eastAsia="標楷體" w:hAnsi="標楷體" w:hint="eastAsia"/>
          <w:sz w:val="28"/>
          <w:szCs w:val="28"/>
        </w:rPr>
        <w:t>本企劃所需之所有費用等(預算金額每人臺幣</w:t>
      </w:r>
      <w:r w:rsidRPr="008B46A2">
        <w:rPr>
          <w:rFonts w:ascii="標楷體" w:eastAsia="標楷體" w:hAnsi="標楷體" w:hint="eastAsia"/>
          <w:sz w:val="28"/>
          <w:szCs w:val="28"/>
          <w:u w:val="single"/>
        </w:rPr>
        <w:t xml:space="preserve"> 90000</w:t>
      </w:r>
      <w:r w:rsidRPr="008B46A2">
        <w:rPr>
          <w:rFonts w:ascii="標楷體" w:eastAsia="標楷體" w:hAnsi="標楷體" w:hint="eastAsia"/>
          <w:sz w:val="28"/>
          <w:szCs w:val="28"/>
        </w:rPr>
        <w:t>元)。</w:t>
      </w:r>
    </w:p>
    <w:sectPr w:rsidR="00320AD9" w:rsidRPr="00D20AD6" w:rsidSect="00034A8D">
      <w:pgSz w:w="11906" w:h="16838"/>
      <w:pgMar w:top="1418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A32" w:rsidRDefault="00153A32" w:rsidP="00034A8D">
      <w:r>
        <w:separator/>
      </w:r>
    </w:p>
  </w:endnote>
  <w:endnote w:type="continuationSeparator" w:id="0">
    <w:p w:rsidR="00153A32" w:rsidRDefault="00153A32" w:rsidP="0003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A32" w:rsidRDefault="00153A32" w:rsidP="00034A8D">
      <w:r>
        <w:separator/>
      </w:r>
    </w:p>
  </w:footnote>
  <w:footnote w:type="continuationSeparator" w:id="0">
    <w:p w:rsidR="00153A32" w:rsidRDefault="00153A32" w:rsidP="00034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E6A045E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705CFDB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2BE0B44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FF503A54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259A11D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878B58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908BD7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A9855CC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FE007FE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DAD24EF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571D4960"/>
    <w:multiLevelType w:val="hybridMultilevel"/>
    <w:tmpl w:val="BBAAE3D0"/>
    <w:lvl w:ilvl="0" w:tplc="3B5A381A">
      <w:start w:val="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D9422D7"/>
    <w:multiLevelType w:val="hybridMultilevel"/>
    <w:tmpl w:val="DF14C55A"/>
    <w:lvl w:ilvl="0" w:tplc="43EAC54E">
      <w:start w:val="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C4"/>
    <w:rsid w:val="00001E21"/>
    <w:rsid w:val="0000428E"/>
    <w:rsid w:val="00007A43"/>
    <w:rsid w:val="00034A8D"/>
    <w:rsid w:val="00040B16"/>
    <w:rsid w:val="0005291E"/>
    <w:rsid w:val="0005303F"/>
    <w:rsid w:val="00065C00"/>
    <w:rsid w:val="00066E44"/>
    <w:rsid w:val="00067295"/>
    <w:rsid w:val="0009630A"/>
    <w:rsid w:val="00097D43"/>
    <w:rsid w:val="000A5BCA"/>
    <w:rsid w:val="000B0905"/>
    <w:rsid w:val="000C227E"/>
    <w:rsid w:val="000C376A"/>
    <w:rsid w:val="000C5BAF"/>
    <w:rsid w:val="000C657E"/>
    <w:rsid w:val="000D1B36"/>
    <w:rsid w:val="000D2B06"/>
    <w:rsid w:val="000F5218"/>
    <w:rsid w:val="00100644"/>
    <w:rsid w:val="00107610"/>
    <w:rsid w:val="00107BC5"/>
    <w:rsid w:val="00110234"/>
    <w:rsid w:val="001120B0"/>
    <w:rsid w:val="00112B89"/>
    <w:rsid w:val="0011390A"/>
    <w:rsid w:val="0011531F"/>
    <w:rsid w:val="00115A8F"/>
    <w:rsid w:val="001176D7"/>
    <w:rsid w:val="00123438"/>
    <w:rsid w:val="00126768"/>
    <w:rsid w:val="00135441"/>
    <w:rsid w:val="0014268F"/>
    <w:rsid w:val="00145CDE"/>
    <w:rsid w:val="001517EA"/>
    <w:rsid w:val="00153A32"/>
    <w:rsid w:val="00155565"/>
    <w:rsid w:val="001744A0"/>
    <w:rsid w:val="00174794"/>
    <w:rsid w:val="0018121B"/>
    <w:rsid w:val="00182C54"/>
    <w:rsid w:val="00184D6A"/>
    <w:rsid w:val="00193619"/>
    <w:rsid w:val="00195196"/>
    <w:rsid w:val="001961AE"/>
    <w:rsid w:val="001B7253"/>
    <w:rsid w:val="001C1AD8"/>
    <w:rsid w:val="001C2337"/>
    <w:rsid w:val="001C45D3"/>
    <w:rsid w:val="001D0E96"/>
    <w:rsid w:val="001D2BED"/>
    <w:rsid w:val="001E0597"/>
    <w:rsid w:val="001E64B9"/>
    <w:rsid w:val="001E6982"/>
    <w:rsid w:val="001F0181"/>
    <w:rsid w:val="001F4B58"/>
    <w:rsid w:val="00200453"/>
    <w:rsid w:val="0020195B"/>
    <w:rsid w:val="0020204E"/>
    <w:rsid w:val="00204D23"/>
    <w:rsid w:val="002152EC"/>
    <w:rsid w:val="0021780F"/>
    <w:rsid w:val="0022022D"/>
    <w:rsid w:val="00222A1E"/>
    <w:rsid w:val="00230B91"/>
    <w:rsid w:val="00237E4A"/>
    <w:rsid w:val="002434AC"/>
    <w:rsid w:val="00244291"/>
    <w:rsid w:val="002460BD"/>
    <w:rsid w:val="00247AC6"/>
    <w:rsid w:val="00250F24"/>
    <w:rsid w:val="00255874"/>
    <w:rsid w:val="00255DBC"/>
    <w:rsid w:val="002673B0"/>
    <w:rsid w:val="00270E89"/>
    <w:rsid w:val="00284DE5"/>
    <w:rsid w:val="00284EAB"/>
    <w:rsid w:val="00291BE4"/>
    <w:rsid w:val="00291C97"/>
    <w:rsid w:val="00293678"/>
    <w:rsid w:val="00293B0B"/>
    <w:rsid w:val="00294BAC"/>
    <w:rsid w:val="00294D32"/>
    <w:rsid w:val="002B10EA"/>
    <w:rsid w:val="002B2039"/>
    <w:rsid w:val="002B24F5"/>
    <w:rsid w:val="002B4F39"/>
    <w:rsid w:val="002B6B2B"/>
    <w:rsid w:val="002B6BF5"/>
    <w:rsid w:val="002B724A"/>
    <w:rsid w:val="002C0639"/>
    <w:rsid w:val="002C3CA3"/>
    <w:rsid w:val="002C499A"/>
    <w:rsid w:val="002C619B"/>
    <w:rsid w:val="002D4426"/>
    <w:rsid w:val="002E0C06"/>
    <w:rsid w:val="002E375F"/>
    <w:rsid w:val="002E78BF"/>
    <w:rsid w:val="003000BF"/>
    <w:rsid w:val="00307D3D"/>
    <w:rsid w:val="00311657"/>
    <w:rsid w:val="00320AD9"/>
    <w:rsid w:val="0032390C"/>
    <w:rsid w:val="00323DA0"/>
    <w:rsid w:val="00326199"/>
    <w:rsid w:val="003262ED"/>
    <w:rsid w:val="00330FD9"/>
    <w:rsid w:val="0033241E"/>
    <w:rsid w:val="00337B60"/>
    <w:rsid w:val="00340936"/>
    <w:rsid w:val="00341017"/>
    <w:rsid w:val="00345634"/>
    <w:rsid w:val="00345D7A"/>
    <w:rsid w:val="00354DB0"/>
    <w:rsid w:val="00362024"/>
    <w:rsid w:val="00370F6D"/>
    <w:rsid w:val="003721A3"/>
    <w:rsid w:val="003730CD"/>
    <w:rsid w:val="00377D1D"/>
    <w:rsid w:val="00382FA8"/>
    <w:rsid w:val="00383ACB"/>
    <w:rsid w:val="003852D6"/>
    <w:rsid w:val="00385623"/>
    <w:rsid w:val="00385E65"/>
    <w:rsid w:val="00393D79"/>
    <w:rsid w:val="003A3C9A"/>
    <w:rsid w:val="003A72CB"/>
    <w:rsid w:val="003B114D"/>
    <w:rsid w:val="003B564B"/>
    <w:rsid w:val="003B5818"/>
    <w:rsid w:val="003D0EBF"/>
    <w:rsid w:val="003D551F"/>
    <w:rsid w:val="003E1D15"/>
    <w:rsid w:val="003E35D4"/>
    <w:rsid w:val="003F1966"/>
    <w:rsid w:val="00402D7B"/>
    <w:rsid w:val="00405FBD"/>
    <w:rsid w:val="004077E1"/>
    <w:rsid w:val="0041744C"/>
    <w:rsid w:val="00427909"/>
    <w:rsid w:val="0043143E"/>
    <w:rsid w:val="00435917"/>
    <w:rsid w:val="00440EA4"/>
    <w:rsid w:val="00450CBF"/>
    <w:rsid w:val="00453B6F"/>
    <w:rsid w:val="00455DB8"/>
    <w:rsid w:val="00456BC6"/>
    <w:rsid w:val="00457A0D"/>
    <w:rsid w:val="00466793"/>
    <w:rsid w:val="004762B5"/>
    <w:rsid w:val="00481A09"/>
    <w:rsid w:val="00482EC4"/>
    <w:rsid w:val="0048403D"/>
    <w:rsid w:val="0048441D"/>
    <w:rsid w:val="0048558F"/>
    <w:rsid w:val="004A047A"/>
    <w:rsid w:val="004A332C"/>
    <w:rsid w:val="004A53B7"/>
    <w:rsid w:val="004A7A8B"/>
    <w:rsid w:val="004B06E8"/>
    <w:rsid w:val="004B3294"/>
    <w:rsid w:val="004C1359"/>
    <w:rsid w:val="004C1AAC"/>
    <w:rsid w:val="004C3D82"/>
    <w:rsid w:val="004C602B"/>
    <w:rsid w:val="004D016B"/>
    <w:rsid w:val="004E12DA"/>
    <w:rsid w:val="004E2AAB"/>
    <w:rsid w:val="004E3B86"/>
    <w:rsid w:val="004F2C34"/>
    <w:rsid w:val="004F4DF2"/>
    <w:rsid w:val="00502866"/>
    <w:rsid w:val="00504CF9"/>
    <w:rsid w:val="00507F97"/>
    <w:rsid w:val="00512AEC"/>
    <w:rsid w:val="0051318E"/>
    <w:rsid w:val="00520F18"/>
    <w:rsid w:val="005275C8"/>
    <w:rsid w:val="005352EE"/>
    <w:rsid w:val="00535B47"/>
    <w:rsid w:val="00542A8A"/>
    <w:rsid w:val="005505F6"/>
    <w:rsid w:val="00551869"/>
    <w:rsid w:val="00552645"/>
    <w:rsid w:val="00555AC6"/>
    <w:rsid w:val="005618F9"/>
    <w:rsid w:val="005669C5"/>
    <w:rsid w:val="0056702A"/>
    <w:rsid w:val="00577297"/>
    <w:rsid w:val="005831FA"/>
    <w:rsid w:val="00593C34"/>
    <w:rsid w:val="005959D2"/>
    <w:rsid w:val="005A6093"/>
    <w:rsid w:val="005A7A2F"/>
    <w:rsid w:val="005C7A1E"/>
    <w:rsid w:val="005D127E"/>
    <w:rsid w:val="005E0F38"/>
    <w:rsid w:val="005E1299"/>
    <w:rsid w:val="005E1B64"/>
    <w:rsid w:val="005E3F39"/>
    <w:rsid w:val="005E6E1A"/>
    <w:rsid w:val="005F0BEC"/>
    <w:rsid w:val="005F2A97"/>
    <w:rsid w:val="005F6C18"/>
    <w:rsid w:val="006011A0"/>
    <w:rsid w:val="0060250B"/>
    <w:rsid w:val="00607A55"/>
    <w:rsid w:val="006145EA"/>
    <w:rsid w:val="00624E82"/>
    <w:rsid w:val="006323DD"/>
    <w:rsid w:val="0063614A"/>
    <w:rsid w:val="00641F0A"/>
    <w:rsid w:val="00642B20"/>
    <w:rsid w:val="00655F41"/>
    <w:rsid w:val="0065692B"/>
    <w:rsid w:val="00662B65"/>
    <w:rsid w:val="0068002B"/>
    <w:rsid w:val="006839AD"/>
    <w:rsid w:val="0069022A"/>
    <w:rsid w:val="006908E8"/>
    <w:rsid w:val="006929B0"/>
    <w:rsid w:val="00693186"/>
    <w:rsid w:val="0069375C"/>
    <w:rsid w:val="00694B8F"/>
    <w:rsid w:val="006A395E"/>
    <w:rsid w:val="006A4734"/>
    <w:rsid w:val="006B76D0"/>
    <w:rsid w:val="006C3523"/>
    <w:rsid w:val="006E2E45"/>
    <w:rsid w:val="006E6CCE"/>
    <w:rsid w:val="006F14DF"/>
    <w:rsid w:val="006F7F98"/>
    <w:rsid w:val="00701365"/>
    <w:rsid w:val="007026F5"/>
    <w:rsid w:val="0070467D"/>
    <w:rsid w:val="0071081F"/>
    <w:rsid w:val="00715C75"/>
    <w:rsid w:val="00724E88"/>
    <w:rsid w:val="00735CED"/>
    <w:rsid w:val="007410A5"/>
    <w:rsid w:val="00741EC3"/>
    <w:rsid w:val="0075104C"/>
    <w:rsid w:val="007529F8"/>
    <w:rsid w:val="00752D27"/>
    <w:rsid w:val="00756FA8"/>
    <w:rsid w:val="00764982"/>
    <w:rsid w:val="00765BEB"/>
    <w:rsid w:val="00765F14"/>
    <w:rsid w:val="007701B3"/>
    <w:rsid w:val="007773C7"/>
    <w:rsid w:val="007806E6"/>
    <w:rsid w:val="00783918"/>
    <w:rsid w:val="007B57F1"/>
    <w:rsid w:val="007B6E20"/>
    <w:rsid w:val="007C04F9"/>
    <w:rsid w:val="007C1CC6"/>
    <w:rsid w:val="007C60DE"/>
    <w:rsid w:val="007D12F5"/>
    <w:rsid w:val="007D1BF9"/>
    <w:rsid w:val="007D2FE5"/>
    <w:rsid w:val="007D5086"/>
    <w:rsid w:val="007F24A4"/>
    <w:rsid w:val="00813D11"/>
    <w:rsid w:val="00815B8A"/>
    <w:rsid w:val="00820690"/>
    <w:rsid w:val="00831B59"/>
    <w:rsid w:val="008455D0"/>
    <w:rsid w:val="0085241F"/>
    <w:rsid w:val="00852611"/>
    <w:rsid w:val="00855290"/>
    <w:rsid w:val="008568CA"/>
    <w:rsid w:val="00856FDB"/>
    <w:rsid w:val="00857601"/>
    <w:rsid w:val="00862D74"/>
    <w:rsid w:val="00872F6B"/>
    <w:rsid w:val="008741FA"/>
    <w:rsid w:val="00885421"/>
    <w:rsid w:val="00891095"/>
    <w:rsid w:val="00891414"/>
    <w:rsid w:val="00891AEE"/>
    <w:rsid w:val="00892690"/>
    <w:rsid w:val="008A25EE"/>
    <w:rsid w:val="008B175C"/>
    <w:rsid w:val="008C2555"/>
    <w:rsid w:val="008C4804"/>
    <w:rsid w:val="008D36C8"/>
    <w:rsid w:val="008E138E"/>
    <w:rsid w:val="008E2AEF"/>
    <w:rsid w:val="008F085A"/>
    <w:rsid w:val="008F0B06"/>
    <w:rsid w:val="008F16DF"/>
    <w:rsid w:val="008F4507"/>
    <w:rsid w:val="008F4707"/>
    <w:rsid w:val="008F5F3C"/>
    <w:rsid w:val="008F6E73"/>
    <w:rsid w:val="008F7C1D"/>
    <w:rsid w:val="00900FA2"/>
    <w:rsid w:val="009017FE"/>
    <w:rsid w:val="00904984"/>
    <w:rsid w:val="00920515"/>
    <w:rsid w:val="009243B0"/>
    <w:rsid w:val="009265C6"/>
    <w:rsid w:val="009346D5"/>
    <w:rsid w:val="009509F6"/>
    <w:rsid w:val="00956695"/>
    <w:rsid w:val="009614C6"/>
    <w:rsid w:val="00972B1E"/>
    <w:rsid w:val="0097370A"/>
    <w:rsid w:val="00975ACD"/>
    <w:rsid w:val="00977961"/>
    <w:rsid w:val="0098332F"/>
    <w:rsid w:val="0098615A"/>
    <w:rsid w:val="00990B30"/>
    <w:rsid w:val="0099124E"/>
    <w:rsid w:val="00992D5E"/>
    <w:rsid w:val="009A7172"/>
    <w:rsid w:val="009B0E87"/>
    <w:rsid w:val="009B400A"/>
    <w:rsid w:val="009B44E7"/>
    <w:rsid w:val="009B72E8"/>
    <w:rsid w:val="009C0094"/>
    <w:rsid w:val="009C4608"/>
    <w:rsid w:val="009D2E00"/>
    <w:rsid w:val="009D3D04"/>
    <w:rsid w:val="009D5B94"/>
    <w:rsid w:val="009E0C9B"/>
    <w:rsid w:val="009E3252"/>
    <w:rsid w:val="009E3CD1"/>
    <w:rsid w:val="009E5AAD"/>
    <w:rsid w:val="009E6D3D"/>
    <w:rsid w:val="009F344D"/>
    <w:rsid w:val="009F4C5D"/>
    <w:rsid w:val="00A0187D"/>
    <w:rsid w:val="00A04BB7"/>
    <w:rsid w:val="00A213AB"/>
    <w:rsid w:val="00A23AF1"/>
    <w:rsid w:val="00A2515C"/>
    <w:rsid w:val="00A25747"/>
    <w:rsid w:val="00A27717"/>
    <w:rsid w:val="00A27FF6"/>
    <w:rsid w:val="00A417CF"/>
    <w:rsid w:val="00A42D95"/>
    <w:rsid w:val="00A442A6"/>
    <w:rsid w:val="00A46D8D"/>
    <w:rsid w:val="00A50D50"/>
    <w:rsid w:val="00A53B11"/>
    <w:rsid w:val="00A56FDF"/>
    <w:rsid w:val="00A61582"/>
    <w:rsid w:val="00A6346F"/>
    <w:rsid w:val="00A702E2"/>
    <w:rsid w:val="00A75CD8"/>
    <w:rsid w:val="00A76088"/>
    <w:rsid w:val="00A76829"/>
    <w:rsid w:val="00A81268"/>
    <w:rsid w:val="00A87A02"/>
    <w:rsid w:val="00A87B40"/>
    <w:rsid w:val="00A939BB"/>
    <w:rsid w:val="00A954CF"/>
    <w:rsid w:val="00A95AD1"/>
    <w:rsid w:val="00A96D4B"/>
    <w:rsid w:val="00AB2A15"/>
    <w:rsid w:val="00AC14F2"/>
    <w:rsid w:val="00AD1EC4"/>
    <w:rsid w:val="00AD363C"/>
    <w:rsid w:val="00AD475C"/>
    <w:rsid w:val="00AD488F"/>
    <w:rsid w:val="00AD7279"/>
    <w:rsid w:val="00AE2782"/>
    <w:rsid w:val="00AF094B"/>
    <w:rsid w:val="00AF2A2A"/>
    <w:rsid w:val="00B072B3"/>
    <w:rsid w:val="00B27215"/>
    <w:rsid w:val="00B31826"/>
    <w:rsid w:val="00B51A8E"/>
    <w:rsid w:val="00B53560"/>
    <w:rsid w:val="00B57A5E"/>
    <w:rsid w:val="00B601EC"/>
    <w:rsid w:val="00B62B02"/>
    <w:rsid w:val="00B64F23"/>
    <w:rsid w:val="00B7220F"/>
    <w:rsid w:val="00B72E14"/>
    <w:rsid w:val="00B77149"/>
    <w:rsid w:val="00B85E32"/>
    <w:rsid w:val="00B93614"/>
    <w:rsid w:val="00B95D1A"/>
    <w:rsid w:val="00B9721F"/>
    <w:rsid w:val="00BA346A"/>
    <w:rsid w:val="00BB32DB"/>
    <w:rsid w:val="00BC0CD1"/>
    <w:rsid w:val="00BC655F"/>
    <w:rsid w:val="00BC7ED9"/>
    <w:rsid w:val="00BD010F"/>
    <w:rsid w:val="00BD5E7B"/>
    <w:rsid w:val="00BE2119"/>
    <w:rsid w:val="00BE6493"/>
    <w:rsid w:val="00BF1DAC"/>
    <w:rsid w:val="00BF5AB8"/>
    <w:rsid w:val="00C01B61"/>
    <w:rsid w:val="00C12672"/>
    <w:rsid w:val="00C14AAD"/>
    <w:rsid w:val="00C1606D"/>
    <w:rsid w:val="00C216B6"/>
    <w:rsid w:val="00C23CE6"/>
    <w:rsid w:val="00C27CE9"/>
    <w:rsid w:val="00C300DE"/>
    <w:rsid w:val="00C341FF"/>
    <w:rsid w:val="00C43112"/>
    <w:rsid w:val="00C57926"/>
    <w:rsid w:val="00C67511"/>
    <w:rsid w:val="00C704AE"/>
    <w:rsid w:val="00C73137"/>
    <w:rsid w:val="00C76D53"/>
    <w:rsid w:val="00C82F7F"/>
    <w:rsid w:val="00C83A02"/>
    <w:rsid w:val="00C84496"/>
    <w:rsid w:val="00C84E72"/>
    <w:rsid w:val="00CA7C75"/>
    <w:rsid w:val="00CB0B24"/>
    <w:rsid w:val="00CB2985"/>
    <w:rsid w:val="00CB3667"/>
    <w:rsid w:val="00CC1466"/>
    <w:rsid w:val="00CC1B63"/>
    <w:rsid w:val="00CC7E6B"/>
    <w:rsid w:val="00CE2A7B"/>
    <w:rsid w:val="00CE341E"/>
    <w:rsid w:val="00CF07DE"/>
    <w:rsid w:val="00CF22B7"/>
    <w:rsid w:val="00CF6712"/>
    <w:rsid w:val="00D20AD6"/>
    <w:rsid w:val="00D26C47"/>
    <w:rsid w:val="00D302A8"/>
    <w:rsid w:val="00D310A4"/>
    <w:rsid w:val="00D325DA"/>
    <w:rsid w:val="00D37493"/>
    <w:rsid w:val="00D4235B"/>
    <w:rsid w:val="00D43E17"/>
    <w:rsid w:val="00D449EC"/>
    <w:rsid w:val="00D45F1C"/>
    <w:rsid w:val="00D462AB"/>
    <w:rsid w:val="00D50163"/>
    <w:rsid w:val="00D55D6D"/>
    <w:rsid w:val="00D60431"/>
    <w:rsid w:val="00D60ED4"/>
    <w:rsid w:val="00D6133D"/>
    <w:rsid w:val="00D63A75"/>
    <w:rsid w:val="00D64FF2"/>
    <w:rsid w:val="00D65124"/>
    <w:rsid w:val="00D65BBD"/>
    <w:rsid w:val="00D72846"/>
    <w:rsid w:val="00D83137"/>
    <w:rsid w:val="00D85F43"/>
    <w:rsid w:val="00D9089E"/>
    <w:rsid w:val="00D9395E"/>
    <w:rsid w:val="00D9683A"/>
    <w:rsid w:val="00DA239E"/>
    <w:rsid w:val="00DA5069"/>
    <w:rsid w:val="00DB6C86"/>
    <w:rsid w:val="00DB7ECA"/>
    <w:rsid w:val="00DC1696"/>
    <w:rsid w:val="00DC1E6B"/>
    <w:rsid w:val="00DC4FA7"/>
    <w:rsid w:val="00DC7796"/>
    <w:rsid w:val="00DD0934"/>
    <w:rsid w:val="00DE03B3"/>
    <w:rsid w:val="00DE215E"/>
    <w:rsid w:val="00DE46BB"/>
    <w:rsid w:val="00DE59A4"/>
    <w:rsid w:val="00DF0A37"/>
    <w:rsid w:val="00DF1FC4"/>
    <w:rsid w:val="00DF557C"/>
    <w:rsid w:val="00DF5DBD"/>
    <w:rsid w:val="00E065DF"/>
    <w:rsid w:val="00E112D7"/>
    <w:rsid w:val="00E15943"/>
    <w:rsid w:val="00E23154"/>
    <w:rsid w:val="00E239FB"/>
    <w:rsid w:val="00E43C55"/>
    <w:rsid w:val="00E458FC"/>
    <w:rsid w:val="00E45AF1"/>
    <w:rsid w:val="00E503D9"/>
    <w:rsid w:val="00E52F43"/>
    <w:rsid w:val="00E53E2E"/>
    <w:rsid w:val="00E56D4C"/>
    <w:rsid w:val="00E6349A"/>
    <w:rsid w:val="00E668A1"/>
    <w:rsid w:val="00E70DE3"/>
    <w:rsid w:val="00E71779"/>
    <w:rsid w:val="00E71BBF"/>
    <w:rsid w:val="00E755C5"/>
    <w:rsid w:val="00E869B6"/>
    <w:rsid w:val="00E920C7"/>
    <w:rsid w:val="00E93E7E"/>
    <w:rsid w:val="00E94F8C"/>
    <w:rsid w:val="00E9615B"/>
    <w:rsid w:val="00EA0CF4"/>
    <w:rsid w:val="00EA10B9"/>
    <w:rsid w:val="00EB1849"/>
    <w:rsid w:val="00EB3A34"/>
    <w:rsid w:val="00EB77E1"/>
    <w:rsid w:val="00EC18BF"/>
    <w:rsid w:val="00EC4AD3"/>
    <w:rsid w:val="00ED55CE"/>
    <w:rsid w:val="00EE3BD5"/>
    <w:rsid w:val="00F05048"/>
    <w:rsid w:val="00F05F68"/>
    <w:rsid w:val="00F15856"/>
    <w:rsid w:val="00F15882"/>
    <w:rsid w:val="00F15D36"/>
    <w:rsid w:val="00F2108F"/>
    <w:rsid w:val="00F25C74"/>
    <w:rsid w:val="00F26C1E"/>
    <w:rsid w:val="00F32045"/>
    <w:rsid w:val="00F34872"/>
    <w:rsid w:val="00F40A5A"/>
    <w:rsid w:val="00F418F2"/>
    <w:rsid w:val="00F4240A"/>
    <w:rsid w:val="00F44214"/>
    <w:rsid w:val="00F45060"/>
    <w:rsid w:val="00F460D3"/>
    <w:rsid w:val="00F47656"/>
    <w:rsid w:val="00F57315"/>
    <w:rsid w:val="00F61085"/>
    <w:rsid w:val="00F63822"/>
    <w:rsid w:val="00F6515C"/>
    <w:rsid w:val="00F67263"/>
    <w:rsid w:val="00F675BF"/>
    <w:rsid w:val="00F70C73"/>
    <w:rsid w:val="00F7594F"/>
    <w:rsid w:val="00F77313"/>
    <w:rsid w:val="00F824D9"/>
    <w:rsid w:val="00F95D93"/>
    <w:rsid w:val="00FB0B85"/>
    <w:rsid w:val="00FC22D3"/>
    <w:rsid w:val="00FC512F"/>
    <w:rsid w:val="00FC676F"/>
    <w:rsid w:val="00FD2421"/>
    <w:rsid w:val="00FE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AB7F966-2170-4CA0-866F-4E94F22D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95E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83ACB"/>
    <w:pPr>
      <w:keepNext/>
      <w:spacing w:line="400" w:lineRule="exact"/>
      <w:jc w:val="center"/>
      <w:outlineLvl w:val="0"/>
    </w:pPr>
    <w:rPr>
      <w:rFonts w:ascii="細明體" w:eastAsia="細明體" w:hAnsi="細明體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4A8D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4">
    <w:name w:val="頁首 字元"/>
    <w:link w:val="a3"/>
    <w:uiPriority w:val="99"/>
    <w:locked/>
    <w:rsid w:val="00034A8D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034A8D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尾 字元"/>
    <w:link w:val="a5"/>
    <w:uiPriority w:val="99"/>
    <w:semiHidden/>
    <w:locked/>
    <w:rsid w:val="00034A8D"/>
    <w:rPr>
      <w:rFonts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B6E20"/>
  </w:style>
  <w:style w:type="character" w:customStyle="1" w:styleId="content1">
    <w:name w:val="content1"/>
    <w:rsid w:val="00DA239E"/>
    <w:rPr>
      <w:rFonts w:ascii="Arial" w:hAnsi="Arial" w:cs="Arial" w:hint="default"/>
      <w:b w:val="0"/>
      <w:bCs w:val="0"/>
      <w:strike w:val="0"/>
      <w:dstrike w:val="0"/>
      <w:color w:val="464646"/>
      <w:sz w:val="20"/>
      <w:szCs w:val="20"/>
      <w:u w:val="none"/>
      <w:effect w:val="none"/>
    </w:rPr>
  </w:style>
  <w:style w:type="character" w:customStyle="1" w:styleId="10">
    <w:name w:val="標題 1 字元"/>
    <w:link w:val="1"/>
    <w:rsid w:val="00383ACB"/>
    <w:rPr>
      <w:rFonts w:ascii="細明體" w:eastAsia="細明體" w:hAnsi="細明體"/>
      <w:color w:val="000000"/>
      <w:kern w:val="2"/>
      <w:sz w:val="32"/>
      <w:szCs w:val="24"/>
    </w:rPr>
  </w:style>
  <w:style w:type="paragraph" w:styleId="Web">
    <w:name w:val="Normal (Web)"/>
    <w:basedOn w:val="a"/>
    <w:rsid w:val="00383ACB"/>
  </w:style>
  <w:style w:type="character" w:styleId="a7">
    <w:name w:val="Hyperlink"/>
    <w:uiPriority w:val="99"/>
    <w:unhideWhenUsed/>
    <w:rsid w:val="004B3294"/>
    <w:rPr>
      <w:color w:val="0000FF"/>
      <w:u w:val="single"/>
    </w:rPr>
  </w:style>
  <w:style w:type="character" w:customStyle="1" w:styleId="daycto1">
    <w:name w:val="day_cto1"/>
    <w:rsid w:val="00FC22D3"/>
    <w:rPr>
      <w:sz w:val="20"/>
      <w:szCs w:val="20"/>
    </w:rPr>
  </w:style>
  <w:style w:type="character" w:styleId="a8">
    <w:name w:val="FollowedHyperlink"/>
    <w:uiPriority w:val="99"/>
    <w:semiHidden/>
    <w:unhideWhenUsed/>
    <w:rsid w:val="004C3D8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4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ropbox\office\&#40643;&#27427;&#23159;&#20061;&#24030;\&#21313;&#26376;&#40643;&#23567;&#22992;&#20061;&#24030;&#23478;&#26063;&#36938;-&#21029;&#24220;&#20462;&#27491;&#26368;&#26032;0907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十月黃小姐九州家族遊-別府修正最新0907</Template>
  <TotalTime>213</TotalTime>
  <Pages>3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【北陸金澤‧加賀溫泉五日遊】</dc:title>
  <dc:creator>Patrick</dc:creator>
  <cp:lastModifiedBy>0FN000/鍾佩瑜</cp:lastModifiedBy>
  <cp:revision>4</cp:revision>
  <cp:lastPrinted>2017-02-17T08:38:00Z</cp:lastPrinted>
  <dcterms:created xsi:type="dcterms:W3CDTF">2023-02-09T02:42:00Z</dcterms:created>
  <dcterms:modified xsi:type="dcterms:W3CDTF">2023-11-13T06:52:00Z</dcterms:modified>
</cp:coreProperties>
</file>